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A65E624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</w:t>
      </w:r>
      <w:r w:rsidR="00A30D91">
        <w:rPr>
          <w:rFonts w:ascii="Corbel" w:hAnsi="Corbel"/>
          <w:smallCaps/>
          <w:szCs w:val="24"/>
        </w:rPr>
        <w:t>2019-2022</w:t>
      </w:r>
    </w:p>
    <w:p w14:paraId="6A743604" w14:textId="36E304E2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A30D91">
        <w:rPr>
          <w:rFonts w:ascii="Corbel" w:hAnsi="Corbel"/>
          <w:sz w:val="20"/>
          <w:szCs w:val="20"/>
        </w:rPr>
        <w:t>0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A30D91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49D15B1" w:rsidR="0085747A" w:rsidRPr="00B30716" w:rsidRDefault="00B307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071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4F87EB" w14:textId="77777777" w:rsidR="00B30716" w:rsidRDefault="00BE7457" w:rsidP="00BE745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8B351A2" w:rsidR="009F7A74" w:rsidRPr="001141C1" w:rsidRDefault="009F7A74" w:rsidP="00BE745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Wykł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Konw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Sem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Prakt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129EA31" w:rsidR="003823BE" w:rsidRPr="001141C1" w:rsidRDefault="00B3071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0AC25AC" w:rsidR="003823BE" w:rsidRPr="001141C1" w:rsidRDefault="00B3071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6990BDF0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7777777" w:rsidR="00E1719D" w:rsidRPr="001141C1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zaliczenie bez oceny,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ci na przykładzie modelu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Du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15002DC" w14:textId="2F82D505" w:rsidR="00F24FFC" w:rsidRPr="00E53F82" w:rsidRDefault="00F24FFC" w:rsidP="00E53F8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 xml:space="preserve">iczba </w:t>
            </w:r>
            <w:proofErr w:type="spellStart"/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proofErr w:type="spellEnd"/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2FD22E23" w:rsidR="00D45B17" w:rsidRPr="001141C1" w:rsidRDefault="00B30716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1C746A55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F5A53DD" w:rsidR="00D45B17" w:rsidRPr="001141C1" w:rsidRDefault="00B30716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0CBC3455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053D5" w14:textId="23F0C81C" w:rsidR="00E53F82" w:rsidRDefault="00E53F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39A626" w14:textId="1D81D6E3" w:rsidR="00E53F82" w:rsidRDefault="00E53F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1D7618" w14:textId="77777777" w:rsidR="00E53F82" w:rsidRDefault="00E53F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Analiza ekonomiczna w przedsiębiorstwie (pod red. M.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Jerzemowskiej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Przydatność modeli dyskryminacyjnych i </w:t>
            </w:r>
            <w:proofErr w:type="spellStart"/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 xml:space="preserve">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95DED" w14:textId="77777777" w:rsidR="002E265B" w:rsidRDefault="002E265B" w:rsidP="00C16ABF">
      <w:pPr>
        <w:spacing w:after="0" w:line="240" w:lineRule="auto"/>
      </w:pPr>
      <w:r>
        <w:separator/>
      </w:r>
    </w:p>
  </w:endnote>
  <w:endnote w:type="continuationSeparator" w:id="0">
    <w:p w14:paraId="1C5AB0C9" w14:textId="77777777" w:rsidR="002E265B" w:rsidRDefault="002E26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0831F" w14:textId="77777777" w:rsidR="002E265B" w:rsidRDefault="002E265B" w:rsidP="00C16ABF">
      <w:pPr>
        <w:spacing w:after="0" w:line="240" w:lineRule="auto"/>
      </w:pPr>
      <w:r>
        <w:separator/>
      </w:r>
    </w:p>
  </w:footnote>
  <w:footnote w:type="continuationSeparator" w:id="0">
    <w:p w14:paraId="7C7A8892" w14:textId="77777777" w:rsidR="002E265B" w:rsidRDefault="002E26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02875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5B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D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D91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0716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E745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B08D4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53F8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0F8D-D778-43EE-85FB-A4724110755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873b851-8c95-4849-940f-b0fae918cf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06E856-44EF-4C71-8B18-3E14D783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2DF946-A383-4E2D-81F5-5918B945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5</Pages>
  <Words>1153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2020-10-25T22:21:00Z</dcterms:created>
  <dcterms:modified xsi:type="dcterms:W3CDTF">2020-12-14T17:10:00Z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